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858"/>
        <w:gridCol w:w="4158"/>
      </w:tblGrid>
      <w:tr w:rsidR="00B46912" w14:paraId="118E0591" w14:textId="77777777" w:rsidTr="0063463C">
        <w:tc>
          <w:tcPr>
            <w:tcW w:w="6858" w:type="dxa"/>
          </w:tcPr>
          <w:p w14:paraId="709877BC" w14:textId="77777777" w:rsidR="00B46912" w:rsidRDefault="00B46912" w:rsidP="00B46912">
            <w:pPr>
              <w:pStyle w:val="ListParagraph"/>
              <w:numPr>
                <w:ilvl w:val="0"/>
                <w:numId w:val="2"/>
              </w:numPr>
            </w:pPr>
            <w:r>
              <w:t xml:space="preserve"> Go to </w:t>
            </w:r>
            <w:hyperlink r:id="rId10" w:history="1">
              <w:r w:rsidRPr="00AB0632">
                <w:rPr>
                  <w:rStyle w:val="Hyperlink"/>
                </w:rPr>
                <w:t>www.cmcss.net</w:t>
              </w:r>
            </w:hyperlink>
            <w:r>
              <w:t xml:space="preserve">, Faculty and Staff, and go to Teacher Website Admin </w:t>
            </w:r>
          </w:p>
          <w:p w14:paraId="24365299" w14:textId="77777777" w:rsidR="00B46912" w:rsidRDefault="00B46912" w:rsidP="00B46912">
            <w:pPr>
              <w:pStyle w:val="ListParagraph"/>
              <w:numPr>
                <w:ilvl w:val="0"/>
                <w:numId w:val="2"/>
              </w:numPr>
            </w:pPr>
            <w:r>
              <w:t xml:space="preserve">Log in using MyLogin credentials and IF you have to choose </w:t>
            </w:r>
          </w:p>
          <w:p w14:paraId="530B6F41" w14:textId="77777777" w:rsidR="00B46912" w:rsidRDefault="00B46912" w:rsidP="00B46912">
            <w:pPr>
              <w:pStyle w:val="ListParagraph"/>
            </w:pPr>
            <w:r>
              <w:t>click on My Teacher Website.</w:t>
            </w:r>
          </w:p>
          <w:p w14:paraId="78B7E8E0" w14:textId="77777777" w:rsidR="00677415" w:rsidRDefault="00677415" w:rsidP="00677415">
            <w:pPr>
              <w:pStyle w:val="ListParagraph"/>
            </w:pPr>
            <w:r>
              <w:t>*some may go directly into Teacher Website admin</w:t>
            </w:r>
          </w:p>
          <w:p w14:paraId="426DD887" w14:textId="77777777" w:rsidR="00B46912" w:rsidRDefault="00B46912" w:rsidP="00677415">
            <w:pPr>
              <w:pStyle w:val="ListParagraph"/>
            </w:pPr>
            <w:r>
              <w:rPr>
                <w:noProof/>
              </w:rPr>
              <w:drawing>
                <wp:inline distT="0" distB="0" distL="0" distR="0" wp14:anchorId="07B09EE6" wp14:editId="1DCC8C3D">
                  <wp:extent cx="1219200" cy="78775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2850" cy="7901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58" w:type="dxa"/>
          </w:tcPr>
          <w:p w14:paraId="0B189654" w14:textId="77777777" w:rsidR="0063463C" w:rsidRDefault="0063463C" w:rsidP="00B46912">
            <w:pPr>
              <w:jc w:val="center"/>
            </w:pPr>
          </w:p>
          <w:p w14:paraId="494BBB7A" w14:textId="77777777" w:rsidR="0063463C" w:rsidRDefault="0063463C" w:rsidP="00B46912">
            <w:pPr>
              <w:jc w:val="center"/>
            </w:pPr>
          </w:p>
          <w:p w14:paraId="7964228A" w14:textId="77777777" w:rsidR="00B46912" w:rsidRDefault="00B46912" w:rsidP="00B4691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B2CB9DB" wp14:editId="0DE2DB28">
                  <wp:extent cx="2552246" cy="1114425"/>
                  <wp:effectExtent l="0" t="0" r="63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6983" cy="1120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912" w14:paraId="2856994A" w14:textId="77777777" w:rsidTr="0063463C">
        <w:tc>
          <w:tcPr>
            <w:tcW w:w="6858" w:type="dxa"/>
          </w:tcPr>
          <w:p w14:paraId="107841DA" w14:textId="77777777" w:rsidR="00AD1DBC" w:rsidRDefault="00AD1DBC" w:rsidP="004F3D42">
            <w:pPr>
              <w:pStyle w:val="ListParagraph"/>
              <w:numPr>
                <w:ilvl w:val="0"/>
                <w:numId w:val="2"/>
              </w:numPr>
            </w:pPr>
            <w:r>
              <w:t>Click the Classroom News icon at the top.</w:t>
            </w:r>
          </w:p>
          <w:p w14:paraId="7083082E" w14:textId="77777777" w:rsidR="00AD1DBC" w:rsidRDefault="00930318" w:rsidP="00AD1DBC">
            <w:pPr>
              <w:pStyle w:val="ListParagrap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2FE43C7" wp14:editId="7F7B169C">
                      <wp:simplePos x="0" y="0"/>
                      <wp:positionH relativeFrom="column">
                        <wp:posOffset>4000500</wp:posOffset>
                      </wp:positionH>
                      <wp:positionV relativeFrom="paragraph">
                        <wp:posOffset>236220</wp:posOffset>
                      </wp:positionV>
                      <wp:extent cx="685800" cy="800100"/>
                      <wp:effectExtent l="50800" t="25400" r="101600" b="11430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85800" cy="8001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8" o:spid="_x0000_s1026" type="#_x0000_t32" style="position:absolute;margin-left:315pt;margin-top:18.6pt;width:54pt;height:6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 w:rsidR="00AD1DBC">
              <w:t>Enter the type of announcement from the dropdown and type the text.  Click Create.</w:t>
            </w:r>
          </w:p>
          <w:p w14:paraId="6DDDD18E" w14:textId="77777777" w:rsidR="00555E76" w:rsidRDefault="00555E76" w:rsidP="00AD1DBC">
            <w:pPr>
              <w:pStyle w:val="ListParagraph"/>
            </w:pPr>
          </w:p>
          <w:p w14:paraId="71BD36BC" w14:textId="77777777" w:rsidR="00930318" w:rsidRDefault="00930318" w:rsidP="00AD1DBC">
            <w:pPr>
              <w:pStyle w:val="ListParagraph"/>
            </w:pPr>
          </w:p>
          <w:p w14:paraId="02E9B7C5" w14:textId="77777777" w:rsidR="00930318" w:rsidRDefault="00930318" w:rsidP="00AD1DBC">
            <w:pPr>
              <w:pStyle w:val="ListParagraph"/>
            </w:pPr>
          </w:p>
          <w:p w14:paraId="5B3BC294" w14:textId="77777777" w:rsidR="00B46912" w:rsidRDefault="004F3D42" w:rsidP="004F3D42">
            <w:pPr>
              <w:pStyle w:val="ListParagraph"/>
              <w:numPr>
                <w:ilvl w:val="0"/>
                <w:numId w:val="2"/>
              </w:numPr>
            </w:pPr>
            <w:r>
              <w:t>T</w:t>
            </w:r>
            <w:r w:rsidR="00AD1DBC">
              <w:t xml:space="preserve">o embed media you can paste the code </w:t>
            </w:r>
            <w:r>
              <w:t xml:space="preserve">from the student project </w:t>
            </w:r>
            <w:r w:rsidR="00AD1DBC">
              <w:t>in the text box here to show off student work, etc.</w:t>
            </w:r>
          </w:p>
          <w:p w14:paraId="1EA48295" w14:textId="77777777" w:rsidR="00555E76" w:rsidRDefault="00930318" w:rsidP="00555E76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1F5F66" wp14:editId="3E9BA84B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76835</wp:posOffset>
                      </wp:positionV>
                      <wp:extent cx="1143000" cy="1143000"/>
                      <wp:effectExtent l="50800" t="25400" r="101600" b="101600"/>
                      <wp:wrapNone/>
                      <wp:docPr id="7" name="Straight Arrow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143000" cy="11430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7" o:spid="_x0000_s1026" type="#_x0000_t32" style="position:absolute;margin-left:279pt;margin-top:6.05pt;width:90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</w:p>
          <w:p w14:paraId="28325E4E" w14:textId="77777777" w:rsidR="004F3D42" w:rsidRDefault="00555E76" w:rsidP="004F3D42">
            <w:pPr>
              <w:pStyle w:val="ListParagraph"/>
              <w:numPr>
                <w:ilvl w:val="0"/>
                <w:numId w:val="2"/>
              </w:numPr>
            </w:pPr>
            <w:r>
              <w:t>Example Embed Code</w:t>
            </w:r>
            <w:r w:rsidR="00930318">
              <w:t xml:space="preserve"> to paste</w:t>
            </w:r>
            <w:r>
              <w:t xml:space="preserve">: </w:t>
            </w:r>
            <w:r w:rsidRPr="00555E76">
              <w:rPr>
                <w:i/>
                <w:sz w:val="22"/>
                <w:szCs w:val="22"/>
              </w:rPr>
              <w:t>&lt;div&gt;&lt;iframe src="http://www.brainshark.com/brainshark/vu/view.asp</w:t>
            </w:r>
            <w:proofErr w:type="gramStart"/>
            <w:r w:rsidRPr="00555E76">
              <w:rPr>
                <w:i/>
                <w:sz w:val="22"/>
                <w:szCs w:val="22"/>
              </w:rPr>
              <w:t>?pi</w:t>
            </w:r>
            <w:proofErr w:type="gramEnd"/>
            <w:r w:rsidRPr="00555E76">
              <w:rPr>
                <w:i/>
                <w:sz w:val="22"/>
                <w:szCs w:val="22"/>
              </w:rPr>
              <w:t>=122371766&amp;dm=5&amp;pause=1&amp;nrs=1&amp;appKey=77" frameborder="0" width="440" height="366" scrolling="no" style="border:1px solid #999999"&gt;&lt;/iframe&gt;&lt;/div&gt;</w:t>
            </w:r>
          </w:p>
          <w:p w14:paraId="2F589773" w14:textId="77777777" w:rsidR="004F3D42" w:rsidRDefault="004F3D42" w:rsidP="004F3D42">
            <w:pPr>
              <w:pStyle w:val="ListParagraph"/>
            </w:pPr>
          </w:p>
        </w:tc>
        <w:tc>
          <w:tcPr>
            <w:tcW w:w="4158" w:type="dxa"/>
          </w:tcPr>
          <w:p w14:paraId="74B6EAB2" w14:textId="77777777" w:rsidR="00B46912" w:rsidRDefault="00555E76" w:rsidP="00B46912">
            <w:pPr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4940FB9" wp14:editId="6F2C1B2C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2136775</wp:posOffset>
                  </wp:positionV>
                  <wp:extent cx="2503170" cy="1315085"/>
                  <wp:effectExtent l="0" t="0" r="11430" b="5715"/>
                  <wp:wrapTight wrapText="bothSides">
                    <wp:wrapPolygon edited="0">
                      <wp:start x="0" y="0"/>
                      <wp:lineTo x="0" y="21277"/>
                      <wp:lineTo x="21479" y="21277"/>
                      <wp:lineTo x="21479" y="0"/>
                      <wp:lineTo x="0" y="0"/>
                    </wp:wrapPolygon>
                  </wp:wrapTight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5-06-16 09.05.32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3170" cy="13150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inline distT="0" distB="0" distL="0" distR="0" wp14:anchorId="0A1B67A4" wp14:editId="5863AD68">
                  <wp:extent cx="2503170" cy="1797050"/>
                  <wp:effectExtent l="0" t="0" r="11430" b="635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5-06-16 09.02.53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3170" cy="1797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6912" w14:paraId="2A8072D8" w14:textId="77777777" w:rsidTr="0063463C">
        <w:tc>
          <w:tcPr>
            <w:tcW w:w="6858" w:type="dxa"/>
          </w:tcPr>
          <w:p w14:paraId="1D4371A5" w14:textId="77777777" w:rsidR="00677415" w:rsidRDefault="00555E76" w:rsidP="00555E76">
            <w:pPr>
              <w:pStyle w:val="ListParagraph"/>
              <w:numPr>
                <w:ilvl w:val="0"/>
                <w:numId w:val="2"/>
              </w:numPr>
            </w:pPr>
            <w:r>
              <w:t>If the size needs to be adjusted, simply change the width and height numbers.</w:t>
            </w:r>
          </w:p>
          <w:p w14:paraId="3F6B7E8A" w14:textId="77777777" w:rsidR="00555E76" w:rsidRDefault="00555E76" w:rsidP="00555E76">
            <w:pPr>
              <w:pStyle w:val="ListParagraph"/>
            </w:pPr>
            <w:r w:rsidRPr="00555E76">
              <w:rPr>
                <w:i/>
                <w:sz w:val="22"/>
                <w:szCs w:val="22"/>
              </w:rPr>
              <w:t>&lt;</w:t>
            </w:r>
            <w:proofErr w:type="gramStart"/>
            <w:r w:rsidRPr="00555E76">
              <w:rPr>
                <w:i/>
                <w:sz w:val="22"/>
                <w:szCs w:val="22"/>
              </w:rPr>
              <w:t>div</w:t>
            </w:r>
            <w:proofErr w:type="gramEnd"/>
            <w:r w:rsidRPr="00555E76">
              <w:rPr>
                <w:i/>
                <w:sz w:val="22"/>
                <w:szCs w:val="22"/>
              </w:rPr>
              <w:t>&gt;&lt;</w:t>
            </w:r>
            <w:proofErr w:type="spellStart"/>
            <w:r w:rsidRPr="00555E76">
              <w:rPr>
                <w:i/>
                <w:sz w:val="22"/>
                <w:szCs w:val="22"/>
              </w:rPr>
              <w:t>iframe</w:t>
            </w:r>
            <w:proofErr w:type="spellEnd"/>
            <w:r w:rsidRPr="00555E76">
              <w:rPr>
                <w:i/>
                <w:sz w:val="22"/>
                <w:szCs w:val="22"/>
              </w:rPr>
              <w:t xml:space="preserve"> src="http://www.brainshark.com/brainshark/vu/view.asp?pi=122371766&amp;dm=5&amp;pause=1&amp;nrs=1&amp;appKey=77" </w:t>
            </w:r>
            <w:proofErr w:type="spellStart"/>
            <w:r w:rsidRPr="00555E76">
              <w:rPr>
                <w:i/>
                <w:sz w:val="22"/>
                <w:szCs w:val="22"/>
              </w:rPr>
              <w:t>frameborder</w:t>
            </w:r>
            <w:proofErr w:type="spellEnd"/>
            <w:r w:rsidRPr="00555E76">
              <w:rPr>
                <w:i/>
                <w:sz w:val="22"/>
                <w:szCs w:val="22"/>
              </w:rPr>
              <w:t>="0" width="</w:t>
            </w:r>
            <w:r w:rsidRPr="00555E76">
              <w:rPr>
                <w:i/>
                <w:sz w:val="22"/>
                <w:szCs w:val="22"/>
                <w:highlight w:val="cyan"/>
              </w:rPr>
              <w:t>440</w:t>
            </w:r>
            <w:r w:rsidRPr="00555E76">
              <w:rPr>
                <w:i/>
                <w:sz w:val="22"/>
                <w:szCs w:val="22"/>
              </w:rPr>
              <w:t>" height="</w:t>
            </w:r>
            <w:r w:rsidRPr="00555E76">
              <w:rPr>
                <w:i/>
                <w:sz w:val="22"/>
                <w:szCs w:val="22"/>
                <w:highlight w:val="cyan"/>
              </w:rPr>
              <w:t>366</w:t>
            </w:r>
            <w:r w:rsidRPr="00555E76">
              <w:rPr>
                <w:i/>
                <w:sz w:val="22"/>
                <w:szCs w:val="22"/>
              </w:rPr>
              <w:t>" scrolling="no" style="border:1px solid #999999"&gt;&lt;/</w:t>
            </w:r>
            <w:proofErr w:type="spellStart"/>
            <w:r w:rsidRPr="00555E76">
              <w:rPr>
                <w:i/>
                <w:sz w:val="22"/>
                <w:szCs w:val="22"/>
              </w:rPr>
              <w:t>iframe</w:t>
            </w:r>
            <w:proofErr w:type="spellEnd"/>
            <w:r w:rsidRPr="00555E76">
              <w:rPr>
                <w:i/>
                <w:sz w:val="22"/>
                <w:szCs w:val="22"/>
              </w:rPr>
              <w:t>&gt;&lt;/div&gt;</w:t>
            </w:r>
          </w:p>
          <w:p w14:paraId="19E2456F" w14:textId="77777777" w:rsidR="00555E76" w:rsidRDefault="00555E76" w:rsidP="00555E76">
            <w:pPr>
              <w:pStyle w:val="ListParagraph"/>
            </w:pPr>
          </w:p>
        </w:tc>
        <w:tc>
          <w:tcPr>
            <w:tcW w:w="4158" w:type="dxa"/>
          </w:tcPr>
          <w:p w14:paraId="188E69E0" w14:textId="77777777" w:rsidR="00B46912" w:rsidRDefault="00B46912" w:rsidP="004F3D42">
            <w:pPr>
              <w:jc w:val="center"/>
            </w:pPr>
            <w:bookmarkStart w:id="0" w:name="_GoBack"/>
            <w:bookmarkEnd w:id="0"/>
          </w:p>
        </w:tc>
      </w:tr>
      <w:tr w:rsidR="0063463C" w14:paraId="401568AC" w14:textId="77777777" w:rsidTr="0063463C">
        <w:tc>
          <w:tcPr>
            <w:tcW w:w="6858" w:type="dxa"/>
          </w:tcPr>
          <w:p w14:paraId="1CC2925A" w14:textId="77777777" w:rsidR="0063463C" w:rsidRDefault="0063463C" w:rsidP="00555E76">
            <w:pPr>
              <w:pStyle w:val="ListParagraph"/>
              <w:ind w:hanging="360"/>
            </w:pPr>
            <w:r>
              <w:t xml:space="preserve"> </w:t>
            </w:r>
            <w:r w:rsidR="00555E76">
              <w:t>7. Click Create. Now your material will be embedded in the class news of your webpage.</w:t>
            </w:r>
          </w:p>
        </w:tc>
        <w:tc>
          <w:tcPr>
            <w:tcW w:w="4158" w:type="dxa"/>
          </w:tcPr>
          <w:p w14:paraId="6F753DEA" w14:textId="77777777" w:rsidR="0063463C" w:rsidRDefault="0063463C" w:rsidP="00B46912">
            <w:pPr>
              <w:jc w:val="center"/>
              <w:rPr>
                <w:noProof/>
              </w:rPr>
            </w:pPr>
          </w:p>
          <w:p w14:paraId="7FD53530" w14:textId="77777777" w:rsidR="0063463C" w:rsidRDefault="00930318" w:rsidP="00B46912">
            <w:pPr>
              <w:jc w:val="center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03005CC8" wp14:editId="3FF40AA5">
                  <wp:extent cx="2282734" cy="1487657"/>
                  <wp:effectExtent l="0" t="0" r="3810" b="1143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shot 2015-06-16 09.25.06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2734" cy="14876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6663F5" w14:textId="77777777" w:rsidR="0063463C" w:rsidRDefault="0063463C" w:rsidP="00B46912">
            <w:pPr>
              <w:jc w:val="center"/>
              <w:rPr>
                <w:noProof/>
              </w:rPr>
            </w:pPr>
          </w:p>
        </w:tc>
      </w:tr>
      <w:tr w:rsidR="00555E76" w14:paraId="23BF4E78" w14:textId="77777777" w:rsidTr="0063463C">
        <w:tc>
          <w:tcPr>
            <w:tcW w:w="6858" w:type="dxa"/>
          </w:tcPr>
          <w:p w14:paraId="105D70F2" w14:textId="77777777" w:rsidR="00555E76" w:rsidRDefault="00555E76" w:rsidP="00AD1DBC"/>
        </w:tc>
        <w:tc>
          <w:tcPr>
            <w:tcW w:w="4158" w:type="dxa"/>
          </w:tcPr>
          <w:p w14:paraId="6BC29AF3" w14:textId="77777777" w:rsidR="00555E76" w:rsidRDefault="00555E76" w:rsidP="00B46912">
            <w:pPr>
              <w:jc w:val="center"/>
              <w:rPr>
                <w:noProof/>
              </w:rPr>
            </w:pPr>
          </w:p>
        </w:tc>
      </w:tr>
    </w:tbl>
    <w:p w14:paraId="7D322489" w14:textId="77777777" w:rsidR="00E97BEF" w:rsidRDefault="00E97BEF" w:rsidP="00B46912">
      <w:pPr>
        <w:jc w:val="center"/>
      </w:pPr>
    </w:p>
    <w:sectPr w:rsidR="00E97BEF" w:rsidSect="00B46912">
      <w:headerReference w:type="defaul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C867B8" w14:textId="77777777" w:rsidR="00555E76" w:rsidRDefault="00555E76" w:rsidP="00B46912">
      <w:r>
        <w:separator/>
      </w:r>
    </w:p>
  </w:endnote>
  <w:endnote w:type="continuationSeparator" w:id="0">
    <w:p w14:paraId="57922018" w14:textId="77777777" w:rsidR="00555E76" w:rsidRDefault="00555E76" w:rsidP="00B46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49394F" w14:textId="77777777" w:rsidR="00555E76" w:rsidRDefault="00555E76" w:rsidP="00B46912">
      <w:r>
        <w:separator/>
      </w:r>
    </w:p>
  </w:footnote>
  <w:footnote w:type="continuationSeparator" w:id="0">
    <w:p w14:paraId="769C580F" w14:textId="77777777" w:rsidR="00555E76" w:rsidRDefault="00555E76" w:rsidP="00B4691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1A95D5" w14:textId="77777777" w:rsidR="00555E76" w:rsidRPr="00B46912" w:rsidRDefault="00555E76" w:rsidP="00B46912">
    <w:pPr>
      <w:jc w:val="center"/>
      <w:rPr>
        <w:b/>
        <w:sz w:val="32"/>
        <w:szCs w:val="32"/>
      </w:rPr>
    </w:pPr>
    <w:r>
      <w:rPr>
        <w:b/>
        <w:sz w:val="32"/>
        <w:szCs w:val="32"/>
      </w:rPr>
      <w:t>Embedding Student Work on Your Teacher Webpage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908E6"/>
    <w:multiLevelType w:val="hybridMultilevel"/>
    <w:tmpl w:val="1B8C1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C245CA"/>
    <w:multiLevelType w:val="hybridMultilevel"/>
    <w:tmpl w:val="1B8C1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096F1C"/>
    <w:multiLevelType w:val="hybridMultilevel"/>
    <w:tmpl w:val="1B8C11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E10576"/>
    <w:multiLevelType w:val="hybridMultilevel"/>
    <w:tmpl w:val="B2E6A7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912"/>
    <w:rsid w:val="00003558"/>
    <w:rsid w:val="00036F61"/>
    <w:rsid w:val="00103F17"/>
    <w:rsid w:val="00245727"/>
    <w:rsid w:val="002A577C"/>
    <w:rsid w:val="003A24DC"/>
    <w:rsid w:val="00463146"/>
    <w:rsid w:val="00497B92"/>
    <w:rsid w:val="004F3D42"/>
    <w:rsid w:val="00555E76"/>
    <w:rsid w:val="0063463C"/>
    <w:rsid w:val="00677415"/>
    <w:rsid w:val="007E0657"/>
    <w:rsid w:val="00930318"/>
    <w:rsid w:val="00AA5EB5"/>
    <w:rsid w:val="00AD1DBC"/>
    <w:rsid w:val="00B46912"/>
    <w:rsid w:val="00D93B00"/>
    <w:rsid w:val="00E97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84C24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EB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EB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5EB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5EB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5EB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5EB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5EB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5EB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5EB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5EB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EB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5EB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EB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5EB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5EB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5EB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5EB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5EB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5EB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A5EB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A5EB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5EB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A5EB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A5EB5"/>
    <w:rPr>
      <w:b/>
      <w:bCs/>
    </w:rPr>
  </w:style>
  <w:style w:type="character" w:styleId="Emphasis">
    <w:name w:val="Emphasis"/>
    <w:basedOn w:val="DefaultParagraphFont"/>
    <w:uiPriority w:val="20"/>
    <w:qFormat/>
    <w:rsid w:val="00AA5EB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A5EB5"/>
    <w:rPr>
      <w:szCs w:val="32"/>
    </w:rPr>
  </w:style>
  <w:style w:type="paragraph" w:styleId="ListParagraph">
    <w:name w:val="List Paragraph"/>
    <w:basedOn w:val="Normal"/>
    <w:uiPriority w:val="34"/>
    <w:qFormat/>
    <w:rsid w:val="00AA5EB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A5EB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A5EB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5EB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5EB5"/>
    <w:rPr>
      <w:b/>
      <w:i/>
      <w:sz w:val="24"/>
    </w:rPr>
  </w:style>
  <w:style w:type="character" w:styleId="SubtleEmphasis">
    <w:name w:val="Subtle Emphasis"/>
    <w:uiPriority w:val="19"/>
    <w:qFormat/>
    <w:rsid w:val="00AA5EB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A5EB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A5EB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A5EB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A5EB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5EB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46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91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46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912"/>
    <w:rPr>
      <w:sz w:val="24"/>
      <w:szCs w:val="24"/>
    </w:rPr>
  </w:style>
  <w:style w:type="table" w:styleId="TableGrid">
    <w:name w:val="Table Grid"/>
    <w:basedOn w:val="TableNormal"/>
    <w:uiPriority w:val="59"/>
    <w:rsid w:val="00B469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4691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9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EB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A5EB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A5EB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A5EB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A5EB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A5EB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A5EB5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A5EB5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A5EB5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A5EB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EB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A5EB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EB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A5EB5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A5EB5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A5EB5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A5EB5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A5EB5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A5EB5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AA5EB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AA5EB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A5EB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AA5EB5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AA5EB5"/>
    <w:rPr>
      <w:b/>
      <w:bCs/>
    </w:rPr>
  </w:style>
  <w:style w:type="character" w:styleId="Emphasis">
    <w:name w:val="Emphasis"/>
    <w:basedOn w:val="DefaultParagraphFont"/>
    <w:uiPriority w:val="20"/>
    <w:qFormat/>
    <w:rsid w:val="00AA5EB5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AA5EB5"/>
    <w:rPr>
      <w:szCs w:val="32"/>
    </w:rPr>
  </w:style>
  <w:style w:type="paragraph" w:styleId="ListParagraph">
    <w:name w:val="List Paragraph"/>
    <w:basedOn w:val="Normal"/>
    <w:uiPriority w:val="34"/>
    <w:qFormat/>
    <w:rsid w:val="00AA5EB5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AA5EB5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AA5EB5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A5EB5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A5EB5"/>
    <w:rPr>
      <w:b/>
      <w:i/>
      <w:sz w:val="24"/>
    </w:rPr>
  </w:style>
  <w:style w:type="character" w:styleId="SubtleEmphasis">
    <w:name w:val="Subtle Emphasis"/>
    <w:uiPriority w:val="19"/>
    <w:qFormat/>
    <w:rsid w:val="00AA5EB5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AA5EB5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AA5EB5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AA5EB5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AA5EB5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A5EB5"/>
    <w:pPr>
      <w:outlineLvl w:val="9"/>
    </w:pPr>
  </w:style>
  <w:style w:type="paragraph" w:styleId="Header">
    <w:name w:val="header"/>
    <w:basedOn w:val="Normal"/>
    <w:link w:val="HeaderChar"/>
    <w:uiPriority w:val="99"/>
    <w:unhideWhenUsed/>
    <w:rsid w:val="00B4691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4691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4691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46912"/>
    <w:rPr>
      <w:sz w:val="24"/>
      <w:szCs w:val="24"/>
    </w:rPr>
  </w:style>
  <w:style w:type="table" w:styleId="TableGrid">
    <w:name w:val="Table Grid"/>
    <w:basedOn w:val="TableNormal"/>
    <w:uiPriority w:val="59"/>
    <w:rsid w:val="00B469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B4691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691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9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1.png"/><Relationship Id="rId12" Type="http://schemas.openxmlformats.org/officeDocument/2006/relationships/image" Target="media/image2.png"/><Relationship Id="rId13" Type="http://schemas.openxmlformats.org/officeDocument/2006/relationships/image" Target="media/image3.png"/><Relationship Id="rId14" Type="http://schemas.openxmlformats.org/officeDocument/2006/relationships/image" Target="media/image4.png"/><Relationship Id="rId15" Type="http://schemas.openxmlformats.org/officeDocument/2006/relationships/image" Target="media/image5.png"/><Relationship Id="rId16" Type="http://schemas.openxmlformats.org/officeDocument/2006/relationships/header" Target="header1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otnotes" Target="footnotes.xml"/><Relationship Id="rId9" Type="http://schemas.openxmlformats.org/officeDocument/2006/relationships/endnotes" Target="endnotes.xml"/><Relationship Id="rId10" Type="http://schemas.openxmlformats.org/officeDocument/2006/relationships/hyperlink" Target="http://www.cmcss.ne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nna%20Bake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181B6DC-CFDA-4CD1-B1ED-7C38A844ADCD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0331824B-D598-F545-9021-727CA799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\Users\Donna Baker\AppData\Local\Chemistry Add-in for Word\Chemistry Gallery\Chem4Word.dotx</Template>
  <TotalTime>0</TotalTime>
  <Pages>1</Pages>
  <Words>170</Words>
  <Characters>974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Baker</dc:creator>
  <cp:lastModifiedBy>Teacher</cp:lastModifiedBy>
  <cp:revision>2</cp:revision>
  <dcterms:created xsi:type="dcterms:W3CDTF">2015-06-16T14:30:00Z</dcterms:created>
  <dcterms:modified xsi:type="dcterms:W3CDTF">2015-06-16T14:30:00Z</dcterms:modified>
</cp:coreProperties>
</file>